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67FA6" w14:textId="77777777" w:rsidR="00522D9F" w:rsidRDefault="00522D9F" w:rsidP="00522D9F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  <w:r>
        <w:rPr>
          <w:rFonts w:eastAsia="Times New Roman" w:cs="Times New Roman"/>
          <w:lang w:eastAsia="cs-CZ"/>
        </w:rPr>
        <w:t xml:space="preserve">Příloha č. 3 </w:t>
      </w:r>
      <w:r>
        <w:rPr>
          <w:lang w:eastAsia="cs-CZ"/>
        </w:rPr>
        <w:t>Zadávací dokumentace</w:t>
      </w:r>
      <w:bookmarkStart w:id="0" w:name="_GoBack"/>
      <w:bookmarkEnd w:id="0"/>
    </w:p>
    <w:p w14:paraId="3B9BF2B9" w14:textId="77777777" w:rsidR="00522D9F" w:rsidRDefault="00522D9F" w:rsidP="00522D9F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</w:p>
    <w:p w14:paraId="1D4A6E2A" w14:textId="253DF305" w:rsidR="009F392E" w:rsidRDefault="00522D9F" w:rsidP="00522D9F">
      <w:pPr>
        <w:rPr>
          <w:rFonts w:ascii="Verdana" w:hAnsi="Verdana"/>
          <w:b/>
          <w:color w:val="FF0000"/>
          <w:spacing w:val="-6"/>
          <w:sz w:val="36"/>
          <w:szCs w:val="36"/>
        </w:rPr>
      </w:pPr>
      <w:r>
        <w:rPr>
          <w:rFonts w:ascii="Verdana" w:hAnsi="Verdana"/>
          <w:b/>
          <w:color w:val="FF0000"/>
          <w:spacing w:val="-6"/>
          <w:sz w:val="36"/>
          <w:szCs w:val="36"/>
        </w:rPr>
        <w:t xml:space="preserve">Seznam </w:t>
      </w:r>
      <w:r w:rsidR="00F3167E">
        <w:rPr>
          <w:rFonts w:ascii="Verdana" w:hAnsi="Verdana"/>
          <w:b/>
          <w:color w:val="FF0000"/>
          <w:spacing w:val="-6"/>
          <w:sz w:val="36"/>
          <w:szCs w:val="36"/>
        </w:rPr>
        <w:t xml:space="preserve">členů </w:t>
      </w:r>
      <w:r>
        <w:rPr>
          <w:rFonts w:ascii="Verdana" w:hAnsi="Verdana"/>
          <w:b/>
          <w:color w:val="FF0000"/>
          <w:spacing w:val="-6"/>
          <w:sz w:val="36"/>
          <w:szCs w:val="36"/>
        </w:rPr>
        <w:t>realizačního týmu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21"/>
      </w:tblGrid>
      <w:tr w:rsidR="009D343D" w14:paraId="679E5679" w14:textId="77777777" w:rsidTr="009676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977FD4" w14:textId="43CD9372" w:rsidR="009D343D" w:rsidRDefault="009D343D" w:rsidP="009D343D">
            <w:r>
              <w:t xml:space="preserve">Pozice </w:t>
            </w:r>
          </w:p>
        </w:tc>
        <w:tc>
          <w:tcPr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0FB4F8" w14:textId="048F1D17" w:rsidR="009D343D" w:rsidRDefault="009D343D" w:rsidP="00522D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Jméno a příjmení</w:t>
            </w:r>
          </w:p>
        </w:tc>
      </w:tr>
      <w:tr w:rsidR="009D343D" w14:paraId="7AFFFC05" w14:textId="77777777" w:rsidTr="00967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0684BA1" w14:textId="34A27AD0" w:rsidR="009D343D" w:rsidRDefault="009D343D" w:rsidP="00522D9F">
            <w:r>
              <w:t>Vedoucí týmu</w:t>
            </w:r>
          </w:p>
        </w:tc>
        <w:tc>
          <w:tcPr>
            <w:tcW w:w="4421" w:type="dxa"/>
          </w:tcPr>
          <w:p w14:paraId="7C2A3A00" w14:textId="77777777" w:rsidR="009D343D" w:rsidRDefault="009D343D" w:rsidP="00522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343D" w14:paraId="5A4EC45B" w14:textId="77777777" w:rsidTr="00967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9744CEB" w14:textId="6DAD355A" w:rsidR="009D343D" w:rsidRDefault="009D343D" w:rsidP="00522D9F">
            <w:r w:rsidRPr="009D343D">
              <w:t>Specialista na železniční svršek a spodek</w:t>
            </w:r>
          </w:p>
        </w:tc>
        <w:tc>
          <w:tcPr>
            <w:tcW w:w="4421" w:type="dxa"/>
          </w:tcPr>
          <w:p w14:paraId="0DB7AC04" w14:textId="77777777" w:rsidR="009D343D" w:rsidRDefault="009D343D" w:rsidP="00522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343D" w14:paraId="21ABFBE2" w14:textId="77777777" w:rsidTr="00967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ACFCC06" w14:textId="00BB211E" w:rsidR="009D343D" w:rsidRDefault="009D343D" w:rsidP="00522D9F">
            <w:r w:rsidRPr="009D343D">
              <w:t>Specialista na trakční vedení</w:t>
            </w:r>
          </w:p>
        </w:tc>
        <w:tc>
          <w:tcPr>
            <w:tcW w:w="4421" w:type="dxa"/>
          </w:tcPr>
          <w:p w14:paraId="30D2CA69" w14:textId="77777777" w:rsidR="009D343D" w:rsidRDefault="009D343D" w:rsidP="00522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343D" w14:paraId="06BF03F6" w14:textId="77777777" w:rsidTr="00967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0AC7F90" w14:textId="1713A06C" w:rsidR="009D343D" w:rsidRDefault="009D343D" w:rsidP="00522D9F">
            <w:r w:rsidRPr="009D343D">
              <w:t>Specialista na trakční vedení</w:t>
            </w:r>
          </w:p>
        </w:tc>
        <w:tc>
          <w:tcPr>
            <w:tcW w:w="4421" w:type="dxa"/>
          </w:tcPr>
          <w:p w14:paraId="04A69C18" w14:textId="77777777" w:rsidR="009D343D" w:rsidRDefault="009D343D" w:rsidP="00522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343D" w14:paraId="2C03E606" w14:textId="77777777" w:rsidTr="00967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396D359" w14:textId="66FE0AE1" w:rsidR="009D343D" w:rsidRDefault="009D343D" w:rsidP="00522D9F">
            <w:r w:rsidRPr="009D343D">
              <w:t>Specialista na trakční vedení</w:t>
            </w:r>
          </w:p>
        </w:tc>
        <w:tc>
          <w:tcPr>
            <w:tcW w:w="4421" w:type="dxa"/>
          </w:tcPr>
          <w:p w14:paraId="0C36C3D8" w14:textId="77777777" w:rsidR="009D343D" w:rsidRDefault="009D343D" w:rsidP="00522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F1BE413" w14:textId="77777777" w:rsidR="009D343D" w:rsidRPr="00522D9F" w:rsidRDefault="009D343D" w:rsidP="00522D9F"/>
    <w:sectPr w:rsidR="009D343D" w:rsidRPr="00522D9F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C02F5" w14:textId="77777777" w:rsidR="00A92C29" w:rsidRDefault="00A92C29" w:rsidP="00962258">
      <w:pPr>
        <w:spacing w:after="0" w:line="240" w:lineRule="auto"/>
      </w:pPr>
      <w:r>
        <w:separator/>
      </w:r>
    </w:p>
  </w:endnote>
  <w:endnote w:type="continuationSeparator" w:id="0">
    <w:p w14:paraId="2FE5A02A" w14:textId="77777777" w:rsidR="00A92C29" w:rsidRDefault="00A92C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6410E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9F7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477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27260F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6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6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8A2D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56D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C7C02" w14:textId="77777777" w:rsidR="00A92C29" w:rsidRDefault="00A92C29" w:rsidP="00962258">
      <w:pPr>
        <w:spacing w:after="0" w:line="240" w:lineRule="auto"/>
      </w:pPr>
      <w:r>
        <w:separator/>
      </w:r>
    </w:p>
  </w:footnote>
  <w:footnote w:type="continuationSeparator" w:id="0">
    <w:p w14:paraId="1468A1B7" w14:textId="77777777" w:rsidR="00A92C29" w:rsidRDefault="00A92C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108F"/>
    <w:rsid w:val="001D139C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D9F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6EB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6DB"/>
    <w:rsid w:val="009678B7"/>
    <w:rsid w:val="009833E1"/>
    <w:rsid w:val="00992D9C"/>
    <w:rsid w:val="00996CB8"/>
    <w:rsid w:val="009B14A9"/>
    <w:rsid w:val="009B2E97"/>
    <w:rsid w:val="009D1065"/>
    <w:rsid w:val="009D343D"/>
    <w:rsid w:val="009E07F4"/>
    <w:rsid w:val="009F392E"/>
    <w:rsid w:val="00A1780E"/>
    <w:rsid w:val="00A6177B"/>
    <w:rsid w:val="00A66136"/>
    <w:rsid w:val="00A92C29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554F9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167E"/>
    <w:rsid w:val="00F35939"/>
    <w:rsid w:val="00F431C5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ED2DC04-51EC-4A38-BA72-C91F648F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431C5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43D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43D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B0F26-8FF2-4653-9096-DEBAFBFF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15</cp:revision>
  <cp:lastPrinted>2017-11-28T17:18:00Z</cp:lastPrinted>
  <dcterms:created xsi:type="dcterms:W3CDTF">2020-04-06T08:50:00Z</dcterms:created>
  <dcterms:modified xsi:type="dcterms:W3CDTF">2021-07-16T13:27:00Z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